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8BC6BE0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9696D" w:rsidRPr="0049696D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obszar gminy Warta, Błaszki, Goszczanów</w:t>
      </w:r>
      <w:r w:rsidRPr="00CC7E12">
        <w:rPr>
          <w:rFonts w:cstheme="minorHAnsi"/>
        </w:rPr>
        <w:t xml:space="preserve">, nr </w:t>
      </w:r>
      <w:r w:rsidR="0049696D" w:rsidRPr="0049696D">
        <w:rPr>
          <w:rFonts w:cstheme="minorHAnsi"/>
          <w:b/>
        </w:rPr>
        <w:t xml:space="preserve">POST/DYS/OLD/GZ/04355/2025 </w:t>
      </w:r>
      <w:r w:rsidRPr="00CC7E12">
        <w:rPr>
          <w:rFonts w:cstheme="minorHAnsi"/>
        </w:rPr>
        <w:t xml:space="preserve">prowadzonego przez </w:t>
      </w:r>
      <w:r w:rsidR="00090BA3" w:rsidRPr="00090BA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090BA3" w:rsidRDefault="00CC7E12" w:rsidP="003245F1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highlight w:val="lightGray"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 xml:space="preserve">, </w:t>
      </w:r>
      <w:r w:rsidR="00CF2797" w:rsidRPr="00090BA3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090BA3">
        <w:rPr>
          <w:highlight w:val="lightGray"/>
        </w:rPr>
        <w:t>.</w:t>
      </w:r>
      <w:r w:rsidRPr="00090BA3">
        <w:rPr>
          <w:highlight w:val="lightGray"/>
          <w:vertAlign w:val="superscript"/>
        </w:rPr>
        <w:footnoteReference w:id="1"/>
      </w:r>
    </w:p>
    <w:p w14:paraId="3EA3242A" w14:textId="341CD0C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>poz.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090BA3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090BA3">
        <w:rPr>
          <w:rFonts w:cstheme="minorHAnsi"/>
          <w:highlight w:val="lightGray"/>
        </w:rPr>
        <w:t>, 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08260B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4C476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E9ED2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997532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5DA94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4815029F" w:rsidR="00347E8D" w:rsidRPr="006B2C28" w:rsidRDefault="0049696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9696D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F03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BA3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5800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45F1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9696D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043E"/>
    <w:rsid w:val="005B24A8"/>
    <w:rsid w:val="005B2B6D"/>
    <w:rsid w:val="005B3F04"/>
    <w:rsid w:val="005B6DC6"/>
    <w:rsid w:val="005C5911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439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5166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0D9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03CE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SWZ_Oświadczenie_wykluczenie..docx</dmsv2BaseFileName>
    <dmsv2BaseDisplayName xmlns="http://schemas.microsoft.com/sharepoint/v3">Załącznik nr 4 do SWZ_Oświadczenie_wykluczenie.</dmsv2BaseDisplayName>
    <dmsv2SWPP2ObjectNumber xmlns="http://schemas.microsoft.com/sharepoint/v3">POST/DYS/OLD/GZ/04355/2025                        </dmsv2SWPP2ObjectNumber>
    <dmsv2SWPP2SumMD5 xmlns="http://schemas.microsoft.com/sharepoint/v3">81536e2ea394084df8b99252c456e37f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23899413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JEUP5JKVCYQC-1440096624-10322</_dlc_DocId>
    <_dlc_DocIdUrl xmlns="a19cb1c7-c5c7-46d4-85ae-d83685407bba">
      <Url>https://swpp2.dms.gkpge.pl/sites/41/_layouts/15/DocIdRedir.aspx?ID=JEUP5JKVCYQC-1440096624-10322</Url>
      <Description>JEUP5JKVCYQC-1440096624-10322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225A5F-C524-449C-B53F-0337F38F2023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F660974-AFBE-44E6-BD7F-FD081E4F873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3</Pages>
  <Words>819</Words>
  <Characters>4917</Characters>
  <Application>Microsoft Office Word</Application>
  <DocSecurity>0</DocSecurity>
  <Lines>40</Lines>
  <Paragraphs>11</Paragraphs>
  <ScaleCrop>false</ScaleCrop>
  <Company>PGE Systemy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6</cp:revision>
  <cp:lastPrinted>2024-07-15T11:21:00Z</cp:lastPrinted>
  <dcterms:created xsi:type="dcterms:W3CDTF">2025-11-24T10:32:00Z</dcterms:created>
  <dcterms:modified xsi:type="dcterms:W3CDTF">2025-12-03T08:07:00Z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77aa6432-3dfd-49b0-8799-46067291b6e7</vt:lpwstr>
  </property>
</Properties>
</file>